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F85E8B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34372F" w:rsidRPr="0034372F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34372F" w:rsidRPr="0034372F">
        <w:rPr>
          <w:b/>
          <w:sz w:val="24"/>
        </w:rPr>
        <w:t>BP.271.22.2020.BS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34372F" w:rsidRPr="0034372F">
        <w:rPr>
          <w:b/>
        </w:rPr>
        <w:t>przetarg nieograniczony</w:t>
      </w:r>
      <w:r w:rsidR="00753DC1">
        <w:t xml:space="preserve"> na:</w:t>
      </w:r>
    </w:p>
    <w:p w:rsidR="0000184A" w:rsidRDefault="0034372F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34372F">
        <w:rPr>
          <w:b/>
          <w:sz w:val="24"/>
          <w:szCs w:val="24"/>
        </w:rPr>
        <w:t>Stała pielęgnacja i bieżące utrzymanie zieleni miejskiej  5 części - II przetarg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34372F" w:rsidRPr="0034372F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34372F" w:rsidRPr="0034372F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34372F" w:rsidRPr="0034372F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17A" w:rsidRDefault="00E9317A">
      <w:r>
        <w:separator/>
      </w:r>
    </w:p>
  </w:endnote>
  <w:endnote w:type="continuationSeparator" w:id="0">
    <w:p w:rsidR="00E9317A" w:rsidRDefault="00E93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F85E8B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81F1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81F1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72F" w:rsidRDefault="003437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17A" w:rsidRDefault="00E9317A">
      <w:r>
        <w:separator/>
      </w:r>
    </w:p>
  </w:footnote>
  <w:footnote w:type="continuationSeparator" w:id="0">
    <w:p w:rsidR="00E9317A" w:rsidRDefault="00E9317A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72F" w:rsidRDefault="0034372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72F" w:rsidRDefault="0034372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72F" w:rsidRDefault="003437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17A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4372F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1F12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9317A"/>
    <w:rsid w:val="00EB5766"/>
    <w:rsid w:val="00EC667E"/>
    <w:rsid w:val="00F46593"/>
    <w:rsid w:val="00F568D6"/>
    <w:rsid w:val="00F70072"/>
    <w:rsid w:val="00F8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37D84-6C79-46E4-97E1-47C92B32E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2020-07-20T06:30:00Z</dcterms:created>
  <dcterms:modified xsi:type="dcterms:W3CDTF">2020-07-20T06:30:00Z</dcterms:modified>
</cp:coreProperties>
</file>